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Name"/>
        <w:tag w:val="Name"/>
        <w:id w:val="976303765"/>
        <w:placeholder>
          <w:docPart w:val="E6FE1B164A294751AA75DD0293A94172"/>
        </w:placeholder>
        <w:dataBinding w:prefixMappings="xmlns:ns0='http://purl.org/dc/elements/1.1/' xmlns:ns1='http://schemas.openxmlformats.org/package/2006/metadata/core-properties' " w:xpath="/ns1:coreProperties[1]/ns0:subject[1]" w:storeItemID="{6C3C8BC8-F283-45AE-878A-BAB7291924A1}"/>
        <w:text/>
      </w:sdtPr>
      <w:sdtEndPr/>
      <w:sdtContent>
        <w:p w:rsidR="009A34F6" w:rsidRPr="005578C9" w:rsidRDefault="00386DF2" w:rsidP="005578C9">
          <w:pPr>
            <w:pStyle w:val="Organization"/>
          </w:pPr>
          <w:r>
            <w:t>Graf Meadows HOA</w:t>
          </w:r>
        </w:p>
      </w:sdtContent>
    </w:sdt>
    <w:p w:rsidR="00272ABC" w:rsidRDefault="009A34F6" w:rsidP="005578C9">
      <w:pPr>
        <w:pStyle w:val="Heading1"/>
      </w:pPr>
      <w:r w:rsidRPr="005578C9">
        <w:t>Meeting Minutes</w:t>
      </w:r>
    </w:p>
    <w:p w:rsidR="009A34F6" w:rsidRPr="00E824F4" w:rsidRDefault="00EF1BBC" w:rsidP="005578C9">
      <w:pPr>
        <w:pStyle w:val="Heading1"/>
      </w:pPr>
      <w:sdt>
        <w:sdtPr>
          <w:alias w:val="Date"/>
          <w:tag w:val="Date"/>
          <w:id w:val="976303751"/>
          <w:placeholder>
            <w:docPart w:val="1EC98DFE51504E0C9461B3FC3133E484"/>
          </w:placeholder>
          <w:dataBinding w:prefixMappings="xmlns:ns0='http://purl.org/dc/elements/1.1/' xmlns:ns1='http://schemas.openxmlformats.org/package/2006/metadata/core-properties' " w:xpath="/ns1:coreProperties[1]/ns1:category[1]" w:storeItemID="{6C3C8BC8-F283-45AE-878A-BAB7291924A1}"/>
          <w:text/>
        </w:sdtPr>
        <w:sdtEndPr/>
        <w:sdtContent>
          <w:r w:rsidR="00386DF2">
            <w:t>February 23, 2017</w:t>
          </w:r>
        </w:sdtContent>
      </w:sdt>
    </w:p>
    <w:p w:rsidR="009A34F6" w:rsidRPr="00E824F4" w:rsidRDefault="000534FF" w:rsidP="005578C9">
      <w:pPr>
        <w:pStyle w:val="Heading2"/>
      </w:pPr>
      <w:r>
        <w:t>Opening</w:t>
      </w:r>
    </w:p>
    <w:p w:rsidR="009A34F6" w:rsidRDefault="009A34F6" w:rsidP="00272ABC">
      <w:r>
        <w:t xml:space="preserve">The regular meeting of the </w:t>
      </w:r>
      <w:sdt>
        <w:sdtPr>
          <w:alias w:val="Name"/>
          <w:tag w:val="Name"/>
          <w:id w:val="976303776"/>
          <w:placeholder>
            <w:docPart w:val="D3F9D60C084A48F597A4E3C272965964"/>
          </w:placeholder>
          <w:dataBinding w:prefixMappings="xmlns:ns0='http://purl.org/dc/elements/1.1/' xmlns:ns1='http://schemas.openxmlformats.org/package/2006/metadata/core-properties' " w:xpath="/ns1:coreProperties[1]/ns0:subject[1]" w:storeItemID="{6C3C8BC8-F283-45AE-878A-BAB7291924A1}"/>
          <w:text/>
        </w:sdtPr>
        <w:sdtEndPr/>
        <w:sdtContent>
          <w:r w:rsidR="00386DF2">
            <w:t>Graf Meadows HOA</w:t>
          </w:r>
        </w:sdtContent>
      </w:sdt>
      <w:r>
        <w:t xml:space="preserve"> was called to order at </w:t>
      </w:r>
      <w:r w:rsidR="00386DF2">
        <w:t>7:00pm</w:t>
      </w:r>
      <w:r>
        <w:t xml:space="preserve"> on </w:t>
      </w:r>
      <w:sdt>
        <w:sdtPr>
          <w:alias w:val="Date"/>
          <w:tag w:val="Date"/>
          <w:id w:val="976303804"/>
          <w:placeholder>
            <w:docPart w:val="FE31AA5BCFC64DF6A2D6498FCB971D0A"/>
          </w:placeholder>
          <w:dataBinding w:prefixMappings="xmlns:ns0='http://purl.org/dc/elements/1.1/' xmlns:ns1='http://schemas.openxmlformats.org/package/2006/metadata/core-properties' " w:xpath="/ns1:coreProperties[1]/ns1:category[1]" w:storeItemID="{6C3C8BC8-F283-45AE-878A-BAB7291924A1}"/>
          <w:text/>
        </w:sdtPr>
        <w:sdtEndPr/>
        <w:sdtContent>
          <w:r w:rsidR="00386DF2">
            <w:t>February 23, 2017</w:t>
          </w:r>
        </w:sdtContent>
      </w:sdt>
      <w:r w:rsidR="002628E1">
        <w:t xml:space="preserve"> at</w:t>
      </w:r>
      <w:r>
        <w:t xml:space="preserve"> </w:t>
      </w:r>
      <w:r w:rsidR="002628E1">
        <w:t>Bethany Presbyterian Church</w:t>
      </w:r>
      <w:r>
        <w:t xml:space="preserve"> by</w:t>
      </w:r>
      <w:r w:rsidR="00272ABC">
        <w:t xml:space="preserve"> </w:t>
      </w:r>
      <w:sdt>
        <w:sdtPr>
          <w:alias w:val="Name"/>
          <w:tag w:val="Name"/>
          <w:id w:val="976303832"/>
          <w:placeholder>
            <w:docPart w:val="79456F3E3C1F4772AF04D47503DED15D"/>
          </w:placeholder>
          <w:dataBinding w:prefixMappings="xmlns:ns0='http://purl.org/dc/elements/1.1/' xmlns:ns1='http://schemas.openxmlformats.org/package/2006/metadata/core-properties' " w:xpath="/ns1:coreProperties[1]/ns0:description[1]" w:storeItemID="{6C3C8BC8-F283-45AE-878A-BAB7291924A1}"/>
          <w:text/>
        </w:sdtPr>
        <w:sdtEndPr/>
        <w:sdtContent>
          <w:r w:rsidR="00386DF2">
            <w:t>Dan DiMateo</w:t>
          </w:r>
        </w:sdtContent>
      </w:sdt>
      <w:r>
        <w:t>.</w:t>
      </w:r>
    </w:p>
    <w:p w:rsidR="009A34F6" w:rsidRDefault="000534FF" w:rsidP="005578C9">
      <w:pPr>
        <w:pStyle w:val="Heading2"/>
      </w:pPr>
      <w:r>
        <w:t>Present</w:t>
      </w:r>
    </w:p>
    <w:p w:rsidR="009A34F6" w:rsidRDefault="00386DF2" w:rsidP="005578C9">
      <w:r>
        <w:t>Nancy Stout, Secretary; Dan DiMateo, Treasurer; Tina Hackley, Social Committee; Graf Meadows Homeowners</w:t>
      </w:r>
    </w:p>
    <w:p w:rsidR="009A34F6" w:rsidRPr="005578C9" w:rsidRDefault="003B5469" w:rsidP="000534FF">
      <w:pPr>
        <w:pStyle w:val="Heading2"/>
      </w:pPr>
      <w:r>
        <w:t>Financial Review</w:t>
      </w:r>
    </w:p>
    <w:p w:rsidR="009A34F6" w:rsidRDefault="003B5469" w:rsidP="003B5469">
      <w:pPr>
        <w:pStyle w:val="ListParagraph"/>
        <w:numPr>
          <w:ilvl w:val="0"/>
          <w:numId w:val="12"/>
        </w:numPr>
      </w:pPr>
      <w:r>
        <w:t>$9,843 checking account balance</w:t>
      </w:r>
    </w:p>
    <w:p w:rsidR="003B5469" w:rsidRDefault="003B5469" w:rsidP="003B5469">
      <w:pPr>
        <w:pStyle w:val="ListParagraph"/>
        <w:numPr>
          <w:ilvl w:val="0"/>
          <w:numId w:val="12"/>
        </w:numPr>
      </w:pPr>
      <w:r>
        <w:t>$2,200 HOA dues outstanding from 2016 &amp; prior</w:t>
      </w:r>
    </w:p>
    <w:p w:rsidR="003B5469" w:rsidRDefault="003B5469" w:rsidP="003B5469">
      <w:pPr>
        <w:pStyle w:val="ListParagraph"/>
        <w:numPr>
          <w:ilvl w:val="0"/>
          <w:numId w:val="12"/>
        </w:numPr>
      </w:pPr>
      <w:r>
        <w:t>Budgeted Expenses</w:t>
      </w:r>
    </w:p>
    <w:p w:rsidR="003B5469" w:rsidRDefault="003B5469" w:rsidP="003B5469">
      <w:pPr>
        <w:pStyle w:val="ListParagraph"/>
        <w:numPr>
          <w:ilvl w:val="1"/>
          <w:numId w:val="12"/>
        </w:numPr>
      </w:pPr>
      <w:r>
        <w:t>Common area landscaping $825/quarter</w:t>
      </w:r>
    </w:p>
    <w:p w:rsidR="003B5469" w:rsidRDefault="003B5469" w:rsidP="003B5469">
      <w:pPr>
        <w:pStyle w:val="ListParagraph"/>
        <w:numPr>
          <w:ilvl w:val="1"/>
          <w:numId w:val="12"/>
        </w:numPr>
      </w:pPr>
      <w:r>
        <w:t>Liability insurance $1,080/year</w:t>
      </w:r>
    </w:p>
    <w:p w:rsidR="003B5469" w:rsidRDefault="003B5469" w:rsidP="003B5469">
      <w:pPr>
        <w:pStyle w:val="ListParagraph"/>
        <w:numPr>
          <w:ilvl w:val="1"/>
          <w:numId w:val="12"/>
        </w:numPr>
      </w:pPr>
      <w:r>
        <w:t>Water approx</w:t>
      </w:r>
      <w:r w:rsidR="002628E1">
        <w:t>imately</w:t>
      </w:r>
      <w:r>
        <w:t xml:space="preserve"> $1,000/year</w:t>
      </w:r>
    </w:p>
    <w:p w:rsidR="003B5469" w:rsidRDefault="003B5469" w:rsidP="003B5469">
      <w:pPr>
        <w:pStyle w:val="ListParagraph"/>
        <w:numPr>
          <w:ilvl w:val="1"/>
          <w:numId w:val="12"/>
        </w:numPr>
      </w:pPr>
      <w:r>
        <w:t>PO Box rental $195/year</w:t>
      </w:r>
    </w:p>
    <w:p w:rsidR="003B5469" w:rsidRDefault="003B5469" w:rsidP="003B5469">
      <w:pPr>
        <w:pStyle w:val="ListParagraph"/>
        <w:numPr>
          <w:ilvl w:val="1"/>
          <w:numId w:val="12"/>
        </w:numPr>
      </w:pPr>
      <w:r>
        <w:t>Social Events approx</w:t>
      </w:r>
      <w:r w:rsidR="002628E1">
        <w:t>imately</w:t>
      </w:r>
      <w:r>
        <w:t xml:space="preserve"> $500/year</w:t>
      </w:r>
    </w:p>
    <w:p w:rsidR="003B5469" w:rsidRDefault="003B5469" w:rsidP="003B5469">
      <w:pPr>
        <w:pStyle w:val="ListParagraph"/>
        <w:numPr>
          <w:ilvl w:val="1"/>
          <w:numId w:val="12"/>
        </w:numPr>
      </w:pPr>
      <w:r>
        <w:t>Other expenses: postage, office supplies</w:t>
      </w:r>
      <w:r w:rsidR="00EF1BBC">
        <w:t>, etc.</w:t>
      </w:r>
      <w:bookmarkStart w:id="0" w:name="_GoBack"/>
      <w:bookmarkEnd w:id="0"/>
    </w:p>
    <w:p w:rsidR="009A34F6" w:rsidRDefault="003B5469" w:rsidP="000534FF">
      <w:pPr>
        <w:pStyle w:val="Heading2"/>
      </w:pPr>
      <w:r>
        <w:t>COP 7 Update</w:t>
      </w:r>
    </w:p>
    <w:p w:rsidR="009A34F6" w:rsidRDefault="003B5469">
      <w:r>
        <w:t>Information provided by Marty Moyer, Community Liaison</w:t>
      </w:r>
    </w:p>
    <w:p w:rsidR="003B5469" w:rsidRDefault="003B5469" w:rsidP="003B5469">
      <w:pPr>
        <w:pStyle w:val="ListParagraph"/>
        <w:numPr>
          <w:ilvl w:val="0"/>
          <w:numId w:val="13"/>
        </w:numPr>
      </w:pPr>
      <w:r>
        <w:t>Pl</w:t>
      </w:r>
      <w:r w:rsidR="00A961F5">
        <w:t>an is to widen western end of Springville Road from NW 185</w:t>
      </w:r>
      <w:r w:rsidR="00A961F5" w:rsidRPr="00A961F5">
        <w:rPr>
          <w:vertAlign w:val="superscript"/>
        </w:rPr>
        <w:t>th</w:t>
      </w:r>
      <w:r w:rsidR="00A961F5">
        <w:t xml:space="preserve"> to NW 178</w:t>
      </w:r>
      <w:r w:rsidR="00A961F5" w:rsidRPr="00A961F5">
        <w:rPr>
          <w:vertAlign w:val="superscript"/>
        </w:rPr>
        <w:t>th</w:t>
      </w:r>
      <w:r w:rsidR="00A961F5">
        <w:t xml:space="preserve"> from 2 lanes to 5 lanes.</w:t>
      </w:r>
    </w:p>
    <w:p w:rsidR="00A961F5" w:rsidRDefault="00A961F5" w:rsidP="003B5469">
      <w:pPr>
        <w:pStyle w:val="ListParagraph"/>
        <w:numPr>
          <w:ilvl w:val="0"/>
          <w:numId w:val="13"/>
        </w:numPr>
      </w:pPr>
      <w:r>
        <w:t>From NW 178</w:t>
      </w:r>
      <w:r w:rsidRPr="00A961F5">
        <w:rPr>
          <w:vertAlign w:val="superscript"/>
        </w:rPr>
        <w:t>th</w:t>
      </w:r>
      <w:r>
        <w:t xml:space="preserve"> to NW 173</w:t>
      </w:r>
      <w:r w:rsidRPr="00A961F5">
        <w:rPr>
          <w:vertAlign w:val="superscript"/>
        </w:rPr>
        <w:t>rd</w:t>
      </w:r>
      <w:r>
        <w:t xml:space="preserve"> (PCC entrance) Springville will be 3 lanes, with sidewalks and bike lanes.</w:t>
      </w:r>
    </w:p>
    <w:p w:rsidR="00A961F5" w:rsidRDefault="00A961F5" w:rsidP="003B5469">
      <w:pPr>
        <w:pStyle w:val="ListParagraph"/>
        <w:numPr>
          <w:ilvl w:val="0"/>
          <w:numId w:val="13"/>
        </w:numPr>
      </w:pPr>
      <w:r>
        <w:t>The peak of 185</w:t>
      </w:r>
      <w:r w:rsidRPr="00A961F5">
        <w:rPr>
          <w:vertAlign w:val="superscript"/>
        </w:rPr>
        <w:t>th</w:t>
      </w:r>
      <w:r>
        <w:t xml:space="preserve"> @ Springville will be lowered 18ft. to allow better site lines</w:t>
      </w:r>
      <w:r w:rsidR="007F5DC9">
        <w:t>.</w:t>
      </w:r>
    </w:p>
    <w:p w:rsidR="007F5DC9" w:rsidRDefault="007F5DC9" w:rsidP="003B5469">
      <w:pPr>
        <w:pStyle w:val="ListParagraph"/>
        <w:numPr>
          <w:ilvl w:val="0"/>
          <w:numId w:val="13"/>
        </w:numPr>
      </w:pPr>
      <w:r>
        <w:t>Kaiser, north of Springville to new elementary school, will be widened to 3 lanes.</w:t>
      </w:r>
    </w:p>
    <w:p w:rsidR="00A961F5" w:rsidRDefault="00A961F5" w:rsidP="003B5469">
      <w:pPr>
        <w:pStyle w:val="ListParagraph"/>
        <w:numPr>
          <w:ilvl w:val="0"/>
          <w:numId w:val="13"/>
        </w:numPr>
      </w:pPr>
      <w:r>
        <w:t>County Commission, Greg Malinowski, and Marty have been working together .on getting a light at 165</w:t>
      </w:r>
      <w:r w:rsidRPr="00A961F5">
        <w:rPr>
          <w:vertAlign w:val="superscript"/>
        </w:rPr>
        <w:t>th</w:t>
      </w:r>
      <w:r>
        <w:t xml:space="preserve"> Terrace @ Springville and also Kaiser @ Springville.</w:t>
      </w:r>
    </w:p>
    <w:p w:rsidR="00A961F5" w:rsidRDefault="00A961F5" w:rsidP="003B5469">
      <w:pPr>
        <w:pStyle w:val="ListParagraph"/>
        <w:numPr>
          <w:ilvl w:val="0"/>
          <w:numId w:val="13"/>
        </w:numPr>
      </w:pPr>
      <w:r>
        <w:t>Both believe they may have better luck getting a rapid flashing beacon at the trail crossing (power lines).</w:t>
      </w:r>
    </w:p>
    <w:p w:rsidR="00A961F5" w:rsidRDefault="00A961F5" w:rsidP="003B5469">
      <w:pPr>
        <w:pStyle w:val="ListParagraph"/>
        <w:numPr>
          <w:ilvl w:val="0"/>
          <w:numId w:val="13"/>
        </w:numPr>
      </w:pPr>
      <w:r>
        <w:t>Marty has been reappointed to another 3-year term on the Urban Road Maintenance District Advisory Committee. This is the group that m</w:t>
      </w:r>
      <w:r w:rsidR="00D7024E">
        <w:t>anages the upkeep of our roads, and safety projects like sidewalk gaps and school routes. If you have any questions, feel free to contact Marty.</w:t>
      </w:r>
    </w:p>
    <w:p w:rsidR="00D7024E" w:rsidRDefault="00D7024E" w:rsidP="003B5469">
      <w:pPr>
        <w:pStyle w:val="ListParagraph"/>
        <w:numPr>
          <w:ilvl w:val="0"/>
          <w:numId w:val="13"/>
        </w:numPr>
      </w:pPr>
      <w:r>
        <w:lastRenderedPageBreak/>
        <w:t>The community will be raising funds to expand the Bethany library.  Remember, we are not a city and have not city taxes to support our library.</w:t>
      </w:r>
    </w:p>
    <w:p w:rsidR="00D7024E" w:rsidRPr="002658D5" w:rsidRDefault="00D7024E" w:rsidP="003B5469">
      <w:pPr>
        <w:pStyle w:val="ListParagraph"/>
        <w:numPr>
          <w:ilvl w:val="0"/>
          <w:numId w:val="13"/>
        </w:numPr>
      </w:pPr>
      <w:r>
        <w:t xml:space="preserve">Elections are coming up in May for THPRD Board of Directors and the BSD Board of Education. A candidate’s night is being planned by CPO 1 and CPO 7.  Watch for date and place.  It’s our community and we need to get involved and </w:t>
      </w:r>
      <w:r w:rsidRPr="002658D5">
        <w:t>stay involved.</w:t>
      </w:r>
    </w:p>
    <w:p w:rsidR="009A34F6" w:rsidRPr="002658D5" w:rsidRDefault="009A34F6" w:rsidP="000534FF">
      <w:pPr>
        <w:pStyle w:val="Heading2"/>
      </w:pPr>
      <w:r w:rsidRPr="002658D5">
        <w:t>Open Issues</w:t>
      </w:r>
    </w:p>
    <w:p w:rsidR="009A34F6" w:rsidRPr="002658D5" w:rsidRDefault="00D84ADE" w:rsidP="00D84ADE">
      <w:pPr>
        <w:pStyle w:val="ListParagraph"/>
        <w:numPr>
          <w:ilvl w:val="0"/>
          <w:numId w:val="15"/>
        </w:numPr>
      </w:pPr>
      <w:r w:rsidRPr="002658D5">
        <w:t>Board Positions</w:t>
      </w:r>
    </w:p>
    <w:p w:rsidR="00D84ADE" w:rsidRPr="002658D5" w:rsidRDefault="00D84ADE" w:rsidP="00860D12">
      <w:pPr>
        <w:pStyle w:val="ListParagraph"/>
        <w:numPr>
          <w:ilvl w:val="1"/>
          <w:numId w:val="15"/>
        </w:numPr>
      </w:pPr>
      <w:r w:rsidRPr="002658D5">
        <w:t>President</w:t>
      </w:r>
      <w:r w:rsidR="00860D12" w:rsidRPr="002658D5">
        <w:t>: Outgoing – Beth Westley; Incoming – David Castleton (Nominated &amp; Seconded)</w:t>
      </w:r>
    </w:p>
    <w:p w:rsidR="00860D12" w:rsidRPr="002658D5" w:rsidRDefault="00860D12" w:rsidP="00860D12">
      <w:pPr>
        <w:pStyle w:val="ListParagraph"/>
        <w:numPr>
          <w:ilvl w:val="1"/>
          <w:numId w:val="15"/>
        </w:numPr>
      </w:pPr>
      <w:r w:rsidRPr="002658D5">
        <w:t>Secretary &amp; Treasurer: no change</w:t>
      </w:r>
    </w:p>
    <w:p w:rsidR="00860D12" w:rsidRPr="002658D5" w:rsidRDefault="00860D12" w:rsidP="00860D12">
      <w:pPr>
        <w:pStyle w:val="ListParagraph"/>
        <w:numPr>
          <w:ilvl w:val="1"/>
          <w:numId w:val="15"/>
        </w:numPr>
      </w:pPr>
      <w:r w:rsidRPr="002658D5">
        <w:t>Landscape Chair: Scott Mikkelson</w:t>
      </w:r>
    </w:p>
    <w:p w:rsidR="00860D12" w:rsidRPr="002658D5" w:rsidRDefault="00860D12" w:rsidP="00860D12">
      <w:pPr>
        <w:pStyle w:val="ListParagraph"/>
        <w:numPr>
          <w:ilvl w:val="1"/>
          <w:numId w:val="15"/>
        </w:numPr>
      </w:pPr>
      <w:r w:rsidRPr="002658D5">
        <w:t>Architectural Chair: Brian Stout</w:t>
      </w:r>
    </w:p>
    <w:p w:rsidR="00860D12" w:rsidRPr="002658D5" w:rsidRDefault="00860D12" w:rsidP="00860D12">
      <w:pPr>
        <w:pStyle w:val="ListParagraph"/>
        <w:numPr>
          <w:ilvl w:val="1"/>
          <w:numId w:val="15"/>
        </w:numPr>
      </w:pPr>
      <w:r w:rsidRPr="002658D5">
        <w:t>Social Committee: Outgoing – Tina Hackley &amp; Sherri Kurczewski; Incoming – Julie Mikkelson &amp; Moni</w:t>
      </w:r>
      <w:r w:rsidR="002658D5" w:rsidRPr="002658D5">
        <w:t>c</w:t>
      </w:r>
      <w:r w:rsidRPr="002658D5">
        <w:t xml:space="preserve">a  </w:t>
      </w:r>
      <w:r w:rsidR="002658D5" w:rsidRPr="002658D5">
        <w:t>Dolezsar</w:t>
      </w:r>
    </w:p>
    <w:p w:rsidR="002628E1" w:rsidRPr="002658D5" w:rsidRDefault="002628E1" w:rsidP="002628E1">
      <w:pPr>
        <w:pStyle w:val="ListParagraph"/>
        <w:numPr>
          <w:ilvl w:val="0"/>
          <w:numId w:val="15"/>
        </w:numPr>
      </w:pPr>
      <w:r w:rsidRPr="002658D5">
        <w:t>Graf Meadows Directory</w:t>
      </w:r>
    </w:p>
    <w:p w:rsidR="002628E1" w:rsidRPr="002658D5" w:rsidRDefault="007F5DC9" w:rsidP="002628E1">
      <w:pPr>
        <w:pStyle w:val="ListParagraph"/>
        <w:numPr>
          <w:ilvl w:val="1"/>
          <w:numId w:val="15"/>
        </w:numPr>
      </w:pPr>
      <w:r w:rsidRPr="002658D5">
        <w:t>The directory was last updated and printed in 2014</w:t>
      </w:r>
    </w:p>
    <w:p w:rsidR="007F5DC9" w:rsidRDefault="007F5DC9" w:rsidP="002628E1">
      <w:pPr>
        <w:pStyle w:val="ListParagraph"/>
        <w:numPr>
          <w:ilvl w:val="1"/>
          <w:numId w:val="15"/>
        </w:numPr>
      </w:pPr>
      <w:r>
        <w:t>Last year the Board emailed and hand delivered new information sheets to each household, which were to be completed and returned to one of two locations within the neighborhood.  The board only received about 1/3 of the completed information sheets back.</w:t>
      </w:r>
    </w:p>
    <w:p w:rsidR="007F5DC9" w:rsidRPr="002628E1" w:rsidRDefault="007F5DC9" w:rsidP="002628E1">
      <w:pPr>
        <w:pStyle w:val="ListParagraph"/>
        <w:numPr>
          <w:ilvl w:val="1"/>
          <w:numId w:val="15"/>
        </w:numPr>
      </w:pPr>
      <w:r>
        <w:t>The new board will revisit this again.</w:t>
      </w:r>
    </w:p>
    <w:p w:rsidR="009A34F6" w:rsidRDefault="009A34F6" w:rsidP="000534FF">
      <w:pPr>
        <w:pStyle w:val="Heading2"/>
      </w:pPr>
      <w:r>
        <w:t>New Business</w:t>
      </w:r>
    </w:p>
    <w:p w:rsidR="009A34F6" w:rsidRDefault="007F5DC9" w:rsidP="007F5DC9">
      <w:pPr>
        <w:pStyle w:val="ListParagraph"/>
        <w:numPr>
          <w:ilvl w:val="0"/>
          <w:numId w:val="16"/>
        </w:numPr>
      </w:pPr>
      <w:r>
        <w:t>Neighborhood maintenance</w:t>
      </w:r>
    </w:p>
    <w:p w:rsidR="00860E34" w:rsidRDefault="00860E34" w:rsidP="00860E34">
      <w:pPr>
        <w:pStyle w:val="ListParagraph"/>
        <w:numPr>
          <w:ilvl w:val="1"/>
          <w:numId w:val="16"/>
        </w:numPr>
      </w:pPr>
      <w:r>
        <w:t>Fence along Springville, west of 165</w:t>
      </w:r>
      <w:r w:rsidRPr="00860E34">
        <w:rPr>
          <w:vertAlign w:val="superscript"/>
        </w:rPr>
        <w:t>th</w:t>
      </w:r>
      <w:r>
        <w:t xml:space="preserve">, is leaning and needs attention. </w:t>
      </w:r>
    </w:p>
    <w:p w:rsidR="00860E34" w:rsidRDefault="00860E34" w:rsidP="00860E34">
      <w:pPr>
        <w:pStyle w:val="ListParagraph"/>
        <w:numPr>
          <w:ilvl w:val="1"/>
          <w:numId w:val="16"/>
        </w:numPr>
      </w:pPr>
      <w:r>
        <w:t>Fence was originally put in by developer in 1996 and then replaced by HOA in 2006.</w:t>
      </w:r>
    </w:p>
    <w:p w:rsidR="00860E34" w:rsidRDefault="00860E34" w:rsidP="00860E34">
      <w:pPr>
        <w:pStyle w:val="ListParagraph"/>
        <w:numPr>
          <w:ilvl w:val="1"/>
          <w:numId w:val="16"/>
        </w:numPr>
      </w:pPr>
      <w:r>
        <w:t>HOA will get several quotes from licensed and bonded contractors before proceeding.</w:t>
      </w:r>
    </w:p>
    <w:p w:rsidR="00860E34" w:rsidRDefault="00860E34" w:rsidP="00860E34">
      <w:pPr>
        <w:pStyle w:val="ListParagraph"/>
        <w:numPr>
          <w:ilvl w:val="1"/>
          <w:numId w:val="16"/>
        </w:numPr>
      </w:pPr>
      <w:r>
        <w:t>Sidewalk along Springville needs to be pressure washed as it is slippery when wet.  Access to water has been an issue in the past, but homeowners have given permission to use their water.  Landscape Chair will get some quotes for pressure washing the sidewalk where needed.</w:t>
      </w:r>
    </w:p>
    <w:p w:rsidR="00A21AA7" w:rsidRDefault="00A21AA7" w:rsidP="00860E34">
      <w:pPr>
        <w:pStyle w:val="ListParagraph"/>
        <w:numPr>
          <w:ilvl w:val="1"/>
          <w:numId w:val="16"/>
        </w:numPr>
      </w:pPr>
      <w:r>
        <w:t>Monument light needs to be replaced.</w:t>
      </w:r>
    </w:p>
    <w:p w:rsidR="00860E34" w:rsidRPr="00A32DE9" w:rsidRDefault="00860E34" w:rsidP="00860E34">
      <w:pPr>
        <w:pStyle w:val="ListParagraph"/>
        <w:numPr>
          <w:ilvl w:val="1"/>
          <w:numId w:val="16"/>
        </w:numPr>
      </w:pPr>
      <w:r>
        <w:t xml:space="preserve">There have been quite a few street trees that have been taken down in recent years, </w:t>
      </w:r>
      <w:r w:rsidR="00A21AA7">
        <w:t>many of which were sick or dying.  Per a Washington County ordinance and our HOA charter, there must be a certain number of street trees per linear street feet.  The Architectural Chair will work with the Board on a proposal for a Street Tree Replanting project.</w:t>
      </w:r>
    </w:p>
    <w:p w:rsidR="009A34F6" w:rsidRDefault="00D7024E" w:rsidP="000534FF">
      <w:pPr>
        <w:pStyle w:val="Heading2"/>
      </w:pPr>
      <w:r>
        <w:lastRenderedPageBreak/>
        <w:t>Special Thanks</w:t>
      </w:r>
      <w:r w:rsidR="00D84ADE">
        <w:t>…</w:t>
      </w:r>
    </w:p>
    <w:p w:rsidR="009A34F6" w:rsidRDefault="00D7024E" w:rsidP="00D7024E">
      <w:pPr>
        <w:pStyle w:val="ListParagraph"/>
        <w:numPr>
          <w:ilvl w:val="0"/>
          <w:numId w:val="14"/>
        </w:numPr>
      </w:pPr>
      <w:r>
        <w:t>To Marty Moyer for being our Commu</w:t>
      </w:r>
      <w:r w:rsidR="00D93A40">
        <w:t xml:space="preserve">nity Liaison and keeping </w:t>
      </w:r>
      <w:proofErr w:type="gramStart"/>
      <w:r w:rsidR="00D93A40">
        <w:t>us</w:t>
      </w:r>
      <w:proofErr w:type="gramEnd"/>
      <w:r w:rsidR="00D93A40">
        <w:t xml:space="preserve"> informed</w:t>
      </w:r>
      <w:r w:rsidR="00D84ADE">
        <w:t xml:space="preserve"> to the changes impacting our neighborhood</w:t>
      </w:r>
      <w:r w:rsidR="00D93A40">
        <w:t>.</w:t>
      </w:r>
    </w:p>
    <w:p w:rsidR="00D93A40" w:rsidRPr="00A32DE9" w:rsidRDefault="00D84ADE" w:rsidP="00D7024E">
      <w:pPr>
        <w:pStyle w:val="ListParagraph"/>
        <w:numPr>
          <w:ilvl w:val="0"/>
          <w:numId w:val="14"/>
        </w:numPr>
      </w:pPr>
      <w:r>
        <w:t xml:space="preserve">To </w:t>
      </w:r>
      <w:r w:rsidR="00D93A40">
        <w:t>Tina Hackley and She</w:t>
      </w:r>
      <w:r>
        <w:t>r</w:t>
      </w:r>
      <w:r w:rsidR="00D93A40">
        <w:t xml:space="preserve">ri </w:t>
      </w:r>
      <w:r>
        <w:t>Kurczewski for their many years of service on the Social Committee.</w:t>
      </w:r>
    </w:p>
    <w:p w:rsidR="009A34F6" w:rsidRDefault="000534FF" w:rsidP="005578C9">
      <w:pPr>
        <w:pStyle w:val="Heading2"/>
      </w:pPr>
      <w:r>
        <w:t>Adjournment</w:t>
      </w:r>
    </w:p>
    <w:p w:rsidR="009A34F6" w:rsidRDefault="009A34F6">
      <w:r>
        <w:t xml:space="preserve">Meeting was adjourned at </w:t>
      </w:r>
      <w:r w:rsidR="00386DF2">
        <w:t>8:00pm</w:t>
      </w:r>
      <w:r>
        <w:t xml:space="preserve"> by</w:t>
      </w:r>
      <w:r w:rsidR="00272ABC">
        <w:t xml:space="preserve"> </w:t>
      </w:r>
      <w:sdt>
        <w:sdtPr>
          <w:alias w:val="Name"/>
          <w:tag w:val="Name"/>
          <w:id w:val="976303983"/>
          <w:placeholder>
            <w:docPart w:val="4F35C3B3F9464A099D3FA66E588CC9C4"/>
          </w:placeholder>
          <w:dataBinding w:prefixMappings="xmlns:ns0='http://purl.org/dc/elements/1.1/' xmlns:ns1='http://schemas.openxmlformats.org/package/2006/metadata/core-properties' " w:xpath="/ns1:coreProperties[1]/ns0:description[1]" w:storeItemID="{6C3C8BC8-F283-45AE-878A-BAB7291924A1}"/>
          <w:text/>
        </w:sdtPr>
        <w:sdtEndPr/>
        <w:sdtContent>
          <w:r w:rsidR="00386DF2">
            <w:t>Dan DiMateo</w:t>
          </w:r>
        </w:sdtContent>
      </w:sdt>
      <w:r>
        <w:t xml:space="preserve">. The next </w:t>
      </w:r>
      <w:r w:rsidR="002628E1">
        <w:t>HOA</w:t>
      </w:r>
      <w:r>
        <w:t xml:space="preserve"> meeting will be at </w:t>
      </w:r>
      <w:r w:rsidR="002628E1">
        <w:t>7:00pm</w:t>
      </w:r>
      <w:r>
        <w:t xml:space="preserve"> on </w:t>
      </w:r>
      <w:sdt>
        <w:sdtPr>
          <w:alias w:val="Date"/>
          <w:tag w:val="Date"/>
          <w:id w:val="976304011"/>
          <w:placeholder>
            <w:docPart w:val="97F308784EB74AAFB9D650EF5DBE520B"/>
          </w:placeholder>
          <w:date>
            <w:dateFormat w:val="MMMM d, yyyy"/>
            <w:lid w:val="en-US"/>
            <w:storeMappedDataAs w:val="dateTime"/>
            <w:calendar w:val="gregorian"/>
          </w:date>
        </w:sdtPr>
        <w:sdtEndPr/>
        <w:sdtContent>
          <w:r w:rsidR="002628E1">
            <w:t>TBD</w:t>
          </w:r>
        </w:sdtContent>
      </w:sdt>
      <w:r w:rsidR="00272ABC">
        <w:t>,</w:t>
      </w:r>
      <w:r>
        <w:t xml:space="preserve"> in</w:t>
      </w:r>
      <w:r w:rsidR="000534FF">
        <w:t xml:space="preserve"> </w:t>
      </w:r>
      <w:r w:rsidR="002628E1">
        <w:t>Bethany Presbyterian Church</w:t>
      </w:r>
      <w:r>
        <w:t>.</w:t>
      </w:r>
    </w:p>
    <w:p w:rsidR="009A34F6" w:rsidRDefault="009A34F6" w:rsidP="005578C9">
      <w:r>
        <w:t>Minutes submitted by:</w:t>
      </w:r>
      <w:r>
        <w:tab/>
      </w:r>
      <w:r w:rsidR="002628E1">
        <w:t>Nancy Stout, Secretary</w:t>
      </w:r>
    </w:p>
    <w:p w:rsidR="009A34F6" w:rsidRDefault="009A34F6" w:rsidP="005578C9">
      <w:r>
        <w:t>Approved by:</w:t>
      </w:r>
      <w:r>
        <w:tab/>
      </w:r>
      <w:r w:rsidR="002628E1">
        <w:t>Dan DiMateo, Treasurer</w:t>
      </w:r>
    </w:p>
    <w:sectPr w:rsidR="009A34F6" w:rsidSect="00A1127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22F1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6D855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266C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348C8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B3A6A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54588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F8F1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1A97D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2E65E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F2A4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C7439"/>
    <w:multiLevelType w:val="hybridMultilevel"/>
    <w:tmpl w:val="F048C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2F2823"/>
    <w:multiLevelType w:val="hybridMultilevel"/>
    <w:tmpl w:val="1F3C9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4B0F44"/>
    <w:multiLevelType w:val="hybridMultilevel"/>
    <w:tmpl w:val="CAD0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515D4F"/>
    <w:multiLevelType w:val="hybridMultilevel"/>
    <w:tmpl w:val="DFD48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E512C7"/>
    <w:multiLevelType w:val="hybridMultilevel"/>
    <w:tmpl w:val="33E41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3F576C"/>
    <w:multiLevelType w:val="hybridMultilevel"/>
    <w:tmpl w:val="1BF63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compat>
    <w:compatSetting w:name="compatibilityMode" w:uri="http://schemas.microsoft.com/office/word" w:val="14"/>
  </w:compat>
  <w:rsids>
    <w:rsidRoot w:val="00386DF2"/>
    <w:rsid w:val="000534FF"/>
    <w:rsid w:val="002628E1"/>
    <w:rsid w:val="002658D5"/>
    <w:rsid w:val="00272ABC"/>
    <w:rsid w:val="00316C23"/>
    <w:rsid w:val="00386DF2"/>
    <w:rsid w:val="003B5469"/>
    <w:rsid w:val="005578C9"/>
    <w:rsid w:val="0069738C"/>
    <w:rsid w:val="007F5DC9"/>
    <w:rsid w:val="00860D12"/>
    <w:rsid w:val="00860E34"/>
    <w:rsid w:val="009A34F6"/>
    <w:rsid w:val="00A1127D"/>
    <w:rsid w:val="00A21AA7"/>
    <w:rsid w:val="00A32DE9"/>
    <w:rsid w:val="00A961F5"/>
    <w:rsid w:val="00D7024E"/>
    <w:rsid w:val="00D84ADE"/>
    <w:rsid w:val="00D93A40"/>
    <w:rsid w:val="00DB3CF3"/>
    <w:rsid w:val="00E44288"/>
    <w:rsid w:val="00E824F4"/>
    <w:rsid w:val="00EF1BBC"/>
    <w:rsid w:val="00F75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EFE2024-49F0-438A-ABF3-93414326C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4FF"/>
    <w:pPr>
      <w:tabs>
        <w:tab w:val="left" w:pos="2448"/>
      </w:tabs>
      <w:spacing w:after="240" w:line="276" w:lineRule="auto"/>
    </w:pPr>
    <w:rPr>
      <w:rFonts w:asciiTheme="minorHAnsi" w:hAnsiTheme="minorHAnsi"/>
      <w:sz w:val="24"/>
      <w:szCs w:val="24"/>
    </w:rPr>
  </w:style>
  <w:style w:type="paragraph" w:styleId="Heading1">
    <w:name w:val="heading 1"/>
    <w:basedOn w:val="Normal"/>
    <w:next w:val="Normal"/>
    <w:qFormat/>
    <w:rsid w:val="000534FF"/>
    <w:pPr>
      <w:spacing w:after="360"/>
      <w:contextualSpacing/>
      <w:jc w:val="center"/>
      <w:outlineLvl w:val="0"/>
    </w:pPr>
    <w:rPr>
      <w:sz w:val="26"/>
    </w:rPr>
  </w:style>
  <w:style w:type="paragraph" w:styleId="Heading2">
    <w:name w:val="heading 2"/>
    <w:basedOn w:val="Normal"/>
    <w:next w:val="Normal"/>
    <w:qFormat/>
    <w:rsid w:val="005578C9"/>
    <w:pPr>
      <w:spacing w:after="0"/>
      <w:outlineLvl w:val="1"/>
    </w:pPr>
    <w:rPr>
      <w:rFonts w:asciiTheme="majorHAnsi" w:hAnsiTheme="majorHAnsi"/>
      <w:b/>
    </w:rPr>
  </w:style>
  <w:style w:type="paragraph" w:styleId="Heading3">
    <w:name w:val="heading 3"/>
    <w:basedOn w:val="Normal"/>
    <w:next w:val="Normal"/>
    <w:semiHidden/>
    <w:unhideWhenUsed/>
    <w:rsid w:val="005578C9"/>
    <w:pPr>
      <w:keepNext/>
      <w:outlineLvl w:val="2"/>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nhideWhenUsed/>
    <w:qFormat/>
    <w:rsid w:val="00272ABC"/>
    <w:pPr>
      <w:jc w:val="center"/>
    </w:pPr>
    <w:rPr>
      <w:b/>
      <w:sz w:val="28"/>
    </w:rPr>
  </w:style>
  <w:style w:type="character" w:styleId="PlaceholderText">
    <w:name w:val="Placeholder Text"/>
    <w:basedOn w:val="DefaultParagraphFont"/>
    <w:uiPriority w:val="99"/>
    <w:semiHidden/>
    <w:rsid w:val="00272ABC"/>
    <w:rPr>
      <w:color w:val="808080"/>
    </w:rPr>
  </w:style>
  <w:style w:type="paragraph" w:styleId="BalloonText">
    <w:name w:val="Balloon Text"/>
    <w:basedOn w:val="Normal"/>
    <w:link w:val="BalloonTextChar"/>
    <w:semiHidden/>
    <w:unhideWhenUsed/>
    <w:rsid w:val="00272A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72ABC"/>
    <w:rPr>
      <w:rFonts w:ascii="Tahoma" w:hAnsi="Tahoma" w:cs="Tahoma"/>
      <w:sz w:val="16"/>
      <w:szCs w:val="16"/>
    </w:rPr>
  </w:style>
  <w:style w:type="paragraph" w:styleId="ListParagraph">
    <w:name w:val="List Paragraph"/>
    <w:basedOn w:val="Normal"/>
    <w:uiPriority w:val="34"/>
    <w:unhideWhenUsed/>
    <w:rsid w:val="003B5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stout\AppData\Roaming\Microsoft\Templates\Minutes%20for%20organization%20meeting%20(long%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6FE1B164A294751AA75DD0293A94172"/>
        <w:category>
          <w:name w:val="General"/>
          <w:gallery w:val="placeholder"/>
        </w:category>
        <w:types>
          <w:type w:val="bbPlcHdr"/>
        </w:types>
        <w:behaviors>
          <w:behavior w:val="content"/>
        </w:behaviors>
        <w:guid w:val="{7CA10A6F-B256-457A-A590-4ADF31AF88B6}"/>
      </w:docPartPr>
      <w:docPartBody>
        <w:p w:rsidR="005A3DF4" w:rsidRDefault="003417E5">
          <w:pPr>
            <w:pStyle w:val="E6FE1B164A294751AA75DD0293A94172"/>
          </w:pPr>
          <w:r>
            <w:t>[Organization/Committee Name]</w:t>
          </w:r>
        </w:p>
      </w:docPartBody>
    </w:docPart>
    <w:docPart>
      <w:docPartPr>
        <w:name w:val="1EC98DFE51504E0C9461B3FC3133E484"/>
        <w:category>
          <w:name w:val="General"/>
          <w:gallery w:val="placeholder"/>
        </w:category>
        <w:types>
          <w:type w:val="bbPlcHdr"/>
        </w:types>
        <w:behaviors>
          <w:behavior w:val="content"/>
        </w:behaviors>
        <w:guid w:val="{CEFB9F4C-6138-48A4-B908-604EEAE9C49F}"/>
      </w:docPartPr>
      <w:docPartBody>
        <w:p w:rsidR="005A3DF4" w:rsidRDefault="003417E5">
          <w:pPr>
            <w:pStyle w:val="1EC98DFE51504E0C9461B3FC3133E484"/>
          </w:pPr>
          <w:r>
            <w:t>[Date]</w:t>
          </w:r>
        </w:p>
      </w:docPartBody>
    </w:docPart>
    <w:docPart>
      <w:docPartPr>
        <w:name w:val="D3F9D60C084A48F597A4E3C272965964"/>
        <w:category>
          <w:name w:val="General"/>
          <w:gallery w:val="placeholder"/>
        </w:category>
        <w:types>
          <w:type w:val="bbPlcHdr"/>
        </w:types>
        <w:behaviors>
          <w:behavior w:val="content"/>
        </w:behaviors>
        <w:guid w:val="{7047675E-142E-4423-9A95-93A34973985A}"/>
      </w:docPartPr>
      <w:docPartBody>
        <w:p w:rsidR="005A3DF4" w:rsidRDefault="003417E5">
          <w:pPr>
            <w:pStyle w:val="D3F9D60C084A48F597A4E3C272965964"/>
          </w:pPr>
          <w:r>
            <w:t>[Organization/Committee Name]</w:t>
          </w:r>
        </w:p>
      </w:docPartBody>
    </w:docPart>
    <w:docPart>
      <w:docPartPr>
        <w:name w:val="FE31AA5BCFC64DF6A2D6498FCB971D0A"/>
        <w:category>
          <w:name w:val="General"/>
          <w:gallery w:val="placeholder"/>
        </w:category>
        <w:types>
          <w:type w:val="bbPlcHdr"/>
        </w:types>
        <w:behaviors>
          <w:behavior w:val="content"/>
        </w:behaviors>
        <w:guid w:val="{FDA07D93-3E32-44B5-8A04-4FAC883A20EF}"/>
      </w:docPartPr>
      <w:docPartBody>
        <w:p w:rsidR="005A3DF4" w:rsidRDefault="003417E5">
          <w:pPr>
            <w:pStyle w:val="FE31AA5BCFC64DF6A2D6498FCB971D0A"/>
          </w:pPr>
          <w:r>
            <w:t>[date]</w:t>
          </w:r>
        </w:p>
      </w:docPartBody>
    </w:docPart>
    <w:docPart>
      <w:docPartPr>
        <w:name w:val="79456F3E3C1F4772AF04D47503DED15D"/>
        <w:category>
          <w:name w:val="General"/>
          <w:gallery w:val="placeholder"/>
        </w:category>
        <w:types>
          <w:type w:val="bbPlcHdr"/>
        </w:types>
        <w:behaviors>
          <w:behavior w:val="content"/>
        </w:behaviors>
        <w:guid w:val="{262E08F1-06E3-4BA3-B2C0-D2A44A0EB8AD}"/>
      </w:docPartPr>
      <w:docPartBody>
        <w:p w:rsidR="005A3DF4" w:rsidRDefault="003417E5">
          <w:pPr>
            <w:pStyle w:val="79456F3E3C1F4772AF04D47503DED15D"/>
          </w:pPr>
          <w:r w:rsidRPr="00272ABC">
            <w:rPr>
              <w:rStyle w:val="PlaceholderText"/>
            </w:rPr>
            <w:t>[Facilitator Name]</w:t>
          </w:r>
        </w:p>
      </w:docPartBody>
    </w:docPart>
    <w:docPart>
      <w:docPartPr>
        <w:name w:val="4F35C3B3F9464A099D3FA66E588CC9C4"/>
        <w:category>
          <w:name w:val="General"/>
          <w:gallery w:val="placeholder"/>
        </w:category>
        <w:types>
          <w:type w:val="bbPlcHdr"/>
        </w:types>
        <w:behaviors>
          <w:behavior w:val="content"/>
        </w:behaviors>
        <w:guid w:val="{EF7DB385-C6CB-48D2-A436-52DB612DFF3A}"/>
      </w:docPartPr>
      <w:docPartBody>
        <w:p w:rsidR="005A3DF4" w:rsidRDefault="003417E5">
          <w:pPr>
            <w:pStyle w:val="4F35C3B3F9464A099D3FA66E588CC9C4"/>
          </w:pPr>
          <w:r>
            <w:t>[Facilitator Name]</w:t>
          </w:r>
        </w:p>
      </w:docPartBody>
    </w:docPart>
    <w:docPart>
      <w:docPartPr>
        <w:name w:val="97F308784EB74AAFB9D650EF5DBE520B"/>
        <w:category>
          <w:name w:val="General"/>
          <w:gallery w:val="placeholder"/>
        </w:category>
        <w:types>
          <w:type w:val="bbPlcHdr"/>
        </w:types>
        <w:behaviors>
          <w:behavior w:val="content"/>
        </w:behaviors>
        <w:guid w:val="{8935B1AE-714A-41D2-8106-94A2B82EF253}"/>
      </w:docPartPr>
      <w:docPartBody>
        <w:p w:rsidR="005A3DF4" w:rsidRDefault="003417E5">
          <w:pPr>
            <w:pStyle w:val="97F308784EB74AAFB9D650EF5DBE520B"/>
          </w:pPr>
          <w:r w:rsidRPr="00272ABC">
            <w:rPr>
              <w:rStyle w:val="PlaceholderText"/>
            </w:rP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7E5"/>
    <w:rsid w:val="003417E5"/>
    <w:rsid w:val="005A3DF4"/>
    <w:rsid w:val="00754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FE1B164A294751AA75DD0293A94172">
    <w:name w:val="E6FE1B164A294751AA75DD0293A94172"/>
  </w:style>
  <w:style w:type="paragraph" w:customStyle="1" w:styleId="1EC98DFE51504E0C9461B3FC3133E484">
    <w:name w:val="1EC98DFE51504E0C9461B3FC3133E484"/>
  </w:style>
  <w:style w:type="paragraph" w:customStyle="1" w:styleId="D3F9D60C084A48F597A4E3C272965964">
    <w:name w:val="D3F9D60C084A48F597A4E3C272965964"/>
  </w:style>
  <w:style w:type="character" w:styleId="PlaceholderText">
    <w:name w:val="Placeholder Text"/>
    <w:basedOn w:val="DefaultParagraphFont"/>
    <w:uiPriority w:val="99"/>
    <w:semiHidden/>
    <w:rPr>
      <w:color w:val="808080"/>
    </w:rPr>
  </w:style>
  <w:style w:type="paragraph" w:customStyle="1" w:styleId="A12AF8FA66684A54A1CC4941D4CCC10D">
    <w:name w:val="A12AF8FA66684A54A1CC4941D4CCC10D"/>
  </w:style>
  <w:style w:type="paragraph" w:customStyle="1" w:styleId="FE31AA5BCFC64DF6A2D6498FCB971D0A">
    <w:name w:val="FE31AA5BCFC64DF6A2D6498FCB971D0A"/>
  </w:style>
  <w:style w:type="paragraph" w:customStyle="1" w:styleId="2DB1DF2431614A03B17AD2FC12440F07">
    <w:name w:val="2DB1DF2431614A03B17AD2FC12440F07"/>
  </w:style>
  <w:style w:type="paragraph" w:customStyle="1" w:styleId="79456F3E3C1F4772AF04D47503DED15D">
    <w:name w:val="79456F3E3C1F4772AF04D47503DED15D"/>
  </w:style>
  <w:style w:type="paragraph" w:customStyle="1" w:styleId="54E07CB583C04324966F44CF0B37F313">
    <w:name w:val="54E07CB583C04324966F44CF0B37F313"/>
  </w:style>
  <w:style w:type="paragraph" w:customStyle="1" w:styleId="A75010E1A9044D43A1AF3A31739E654F">
    <w:name w:val="A75010E1A9044D43A1AF3A31739E654F"/>
  </w:style>
  <w:style w:type="paragraph" w:customStyle="1" w:styleId="415B0177A8F64CEB9AEA1FC1204ECFA6">
    <w:name w:val="415B0177A8F64CEB9AEA1FC1204ECFA6"/>
  </w:style>
  <w:style w:type="paragraph" w:customStyle="1" w:styleId="3E2ECC0F104143AA9CC525157EAFF381">
    <w:name w:val="3E2ECC0F104143AA9CC525157EAFF381"/>
  </w:style>
  <w:style w:type="paragraph" w:customStyle="1" w:styleId="66519FF33B7D4E8DB2B682FB94C27579">
    <w:name w:val="66519FF33B7D4E8DB2B682FB94C27579"/>
  </w:style>
  <w:style w:type="paragraph" w:customStyle="1" w:styleId="617E2F014C3A47ED974EE53661C1F35E">
    <w:name w:val="617E2F014C3A47ED974EE53661C1F35E"/>
  </w:style>
  <w:style w:type="paragraph" w:customStyle="1" w:styleId="7505D4CFED9847D094BF65382F387075">
    <w:name w:val="7505D4CFED9847D094BF65382F387075"/>
  </w:style>
  <w:style w:type="paragraph" w:customStyle="1" w:styleId="4F35C3B3F9464A099D3FA66E588CC9C4">
    <w:name w:val="4F35C3B3F9464A099D3FA66E588CC9C4"/>
  </w:style>
  <w:style w:type="paragraph" w:customStyle="1" w:styleId="191CD7351F854A38A57B824A6C0E6568">
    <w:name w:val="191CD7351F854A38A57B824A6C0E6568"/>
  </w:style>
  <w:style w:type="paragraph" w:customStyle="1" w:styleId="97F308784EB74AAFB9D650EF5DBE520B">
    <w:name w:val="97F308784EB74AAFB9D650EF5DBE520B"/>
  </w:style>
  <w:style w:type="paragraph" w:customStyle="1" w:styleId="292DA2BEFDBE47E5BBE2B629C559FB5F">
    <w:name w:val="292DA2BEFDBE47E5BBE2B629C559FB5F"/>
  </w:style>
  <w:style w:type="paragraph" w:customStyle="1" w:styleId="7423D8B5D02A4F97AF52A5AF8812B8C0">
    <w:name w:val="7423D8B5D02A4F97AF52A5AF8812B8C0"/>
  </w:style>
  <w:style w:type="paragraph" w:customStyle="1" w:styleId="3C9ADC08D4124824AC1770597D77D521">
    <w:name w:val="3C9ADC08D4124824AC1770597D77D5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inute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A5E4BCA-D2D3-42D7-839E-EEB83BE3DD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Minutes for organization meeting (long form)</Template>
  <TotalTime>143</TotalTime>
  <Pages>3</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Minutes for organization meeting (long form)</vt:lpstr>
    </vt:vector>
  </TitlesOfParts>
  <Company/>
  <LinksUpToDate>false</LinksUpToDate>
  <CharactersWithSpaces>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for organization meeting (long form)</dc:title>
  <dc:subject>Graf Meadows HOA</dc:subject>
  <dc:creator>Nancy Stout</dc:creator>
  <cp:keywords/>
  <dc:description>Dan DiMateo</dc:description>
  <cp:lastModifiedBy>Nancy Stout</cp:lastModifiedBy>
  <cp:revision>3</cp:revision>
  <cp:lastPrinted>2012-01-04T23:03:00Z</cp:lastPrinted>
  <dcterms:created xsi:type="dcterms:W3CDTF">2017-02-25T04:24:00Z</dcterms:created>
  <dcterms:modified xsi:type="dcterms:W3CDTF">2017-03-04T02:17:00Z</dcterms:modified>
  <cp:category>February 23, 2017</cp:category>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TC010184131033</vt:lpwstr>
  </property>
</Properties>
</file>